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FE" w:rsidRDefault="00667BFE" w:rsidP="001710CF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0;width:177.35pt;height:118pt;z-index:251658240;visibility:visible;mso-position-horizontal:left;mso-position-horizontal-relative:margin">
            <v:imagedata r:id="rId4" o:title=""/>
            <w10:wrap type="square" anchorx="margin"/>
          </v:shape>
        </w:pict>
      </w:r>
      <w:r>
        <w:rPr>
          <w:rFonts w:ascii="Times New Roman" w:hAnsi="Times New Roman"/>
          <w:b/>
          <w:sz w:val="48"/>
          <w:szCs w:val="48"/>
        </w:rPr>
        <w:t>ПРОКУРАТУРА МЕЩОВСКОГО РАЙОНА РАЗЪЯСНЯЕТ</w:t>
      </w:r>
    </w:p>
    <w:p w:rsidR="00667BFE" w:rsidRDefault="00667BFE" w:rsidP="001710CF">
      <w:pPr>
        <w:jc w:val="both"/>
        <w:rPr>
          <w:sz w:val="40"/>
          <w:szCs w:val="40"/>
        </w:rPr>
      </w:pPr>
    </w:p>
    <w:p w:rsidR="00667BFE" w:rsidRDefault="00667BFE" w:rsidP="00E65C56">
      <w:pPr>
        <w:jc w:val="both"/>
        <w:rPr>
          <w:rFonts w:ascii="Times New Roman" w:hAnsi="Times New Roman"/>
          <w:sz w:val="40"/>
          <w:szCs w:val="40"/>
        </w:rPr>
      </w:pP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1.Не оставляйте детей без присмотра вблизи водоёмов – это опасно!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2.Никогда не купайтесь в незнакомых местах!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3.Не купайтесь в загрязнённых водоёмах!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4.Не купайтесь в водоёмах, в которых есть ямы и бьют ключи!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5.Не разрешайте детям и не устраивайте сами во время купания шумные игры на воде – это опасно!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6.Если во время отдыха или купания Вы увидели, что человек тонет или ему требуется Ваша помощь, помогите ему, используя спасательный круг!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7.Находясь на солнце, применяйте меры предосторожности от перегрева и теплового удара!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Меры безопасности детей на воде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1. Купаться только в специально отведенных местах.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2. Не заплывать за знаки ограждения мест купания.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3. Не допускать нарушения мер безопасности на воде.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4. Не плавать на надувных матрацах, камерах.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5. Не купаться в воде, температура которой ниже плюс 18 градусов.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6. 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7. 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667BFE" w:rsidRPr="004A6DFF" w:rsidRDefault="00667BFE" w:rsidP="004A6DFF">
      <w:pPr>
        <w:jc w:val="both"/>
        <w:rPr>
          <w:rFonts w:ascii="Times New Roman" w:hAnsi="Times New Roman"/>
          <w:sz w:val="40"/>
          <w:szCs w:val="40"/>
        </w:rPr>
      </w:pPr>
      <w:r w:rsidRPr="004A6DFF">
        <w:rPr>
          <w:rFonts w:ascii="Times New Roman" w:hAnsi="Times New Roman"/>
          <w:sz w:val="40"/>
          <w:szCs w:val="40"/>
        </w:rPr>
        <w:t>8. Во избежание перегревания отдыхайте на пляже в головном уборе.</w:t>
      </w:r>
    </w:p>
    <w:p w:rsidR="00667BFE" w:rsidRDefault="00667BFE" w:rsidP="00E65C56">
      <w:pPr>
        <w:jc w:val="both"/>
        <w:rPr>
          <w:rFonts w:ascii="Times New Roman" w:hAnsi="Times New Roman"/>
          <w:sz w:val="40"/>
          <w:szCs w:val="40"/>
        </w:rPr>
      </w:pPr>
    </w:p>
    <w:p w:rsidR="00667BFE" w:rsidRDefault="00667BFE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667BFE" w:rsidRPr="00E65C56" w:rsidRDefault="00667BFE" w:rsidP="00E65C56">
      <w:pPr>
        <w:rPr>
          <w:sz w:val="40"/>
          <w:szCs w:val="40"/>
        </w:rPr>
      </w:pPr>
    </w:p>
    <w:sectPr w:rsidR="00667BFE" w:rsidRPr="00E65C56" w:rsidSect="001710CF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EED"/>
    <w:rsid w:val="001710CF"/>
    <w:rsid w:val="003543FD"/>
    <w:rsid w:val="004A6DFF"/>
    <w:rsid w:val="005C49F4"/>
    <w:rsid w:val="00667BFE"/>
    <w:rsid w:val="00677EED"/>
    <w:rsid w:val="00700734"/>
    <w:rsid w:val="00740392"/>
    <w:rsid w:val="007D4EC3"/>
    <w:rsid w:val="008724E1"/>
    <w:rsid w:val="00A37130"/>
    <w:rsid w:val="00A54774"/>
    <w:rsid w:val="00D21931"/>
    <w:rsid w:val="00E6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9F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1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241</Words>
  <Characters>1374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МЕЩОВСКОГО РАЙОНА РАЗЪЯСНЯЕТ</dc:title>
  <dc:subject/>
  <dc:creator>Вика</dc:creator>
  <cp:keywords/>
  <dc:description/>
  <cp:lastModifiedBy>User</cp:lastModifiedBy>
  <cp:revision>2</cp:revision>
  <cp:lastPrinted>2017-12-26T15:24:00Z</cp:lastPrinted>
  <dcterms:created xsi:type="dcterms:W3CDTF">2020-07-20T12:43:00Z</dcterms:created>
  <dcterms:modified xsi:type="dcterms:W3CDTF">2020-07-20T12:43:00Z</dcterms:modified>
</cp:coreProperties>
</file>