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16FC" w:rsidRDefault="005B16FC">
      <w:pPr>
        <w:pStyle w:val="normal0"/>
        <w:jc w:val="center"/>
      </w:pPr>
      <w:r>
        <w:rPr>
          <w:rFonts w:ascii="Times New Roman" w:hAnsi="Times New Roman" w:cs="Times New Roman"/>
          <w:sz w:val="28"/>
        </w:rPr>
        <w:t>Сведения</w:t>
      </w:r>
    </w:p>
    <w:p w:rsidR="005B16FC" w:rsidRDefault="005B16FC">
      <w:pPr>
        <w:pStyle w:val="normal0"/>
        <w:jc w:val="center"/>
      </w:pPr>
      <w:r>
        <w:rPr>
          <w:rFonts w:ascii="Times New Roman" w:hAnsi="Times New Roman" w:cs="Times New Roman"/>
          <w:sz w:val="28"/>
        </w:rPr>
        <w:t>о доходах, об имуществе и обязательствах имущественного характера руководящего состава прокуратуры Чеченской Республики, прокуроров районного звена, и членов их семей за период с 1 января 2012 года по 31 декабря 2012 года</w:t>
      </w:r>
    </w:p>
    <w:p w:rsidR="005B16FC" w:rsidRDefault="005B16FC">
      <w:pPr>
        <w:pStyle w:val="normal0"/>
        <w:jc w:val="center"/>
      </w:pPr>
    </w:p>
    <w:tbl>
      <w:tblPr>
        <w:tblW w:w="15300" w:type="dxa"/>
        <w:tblInd w:w="-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9"/>
        <w:gridCol w:w="17"/>
        <w:gridCol w:w="2323"/>
        <w:gridCol w:w="2160"/>
        <w:gridCol w:w="1996"/>
        <w:gridCol w:w="1425"/>
        <w:gridCol w:w="2520"/>
        <w:gridCol w:w="2340"/>
      </w:tblGrid>
      <w:tr w:rsidR="005B16FC" w:rsidTr="006D3836">
        <w:trPr>
          <w:trHeight w:val="1000"/>
        </w:trPr>
        <w:tc>
          <w:tcPr>
            <w:tcW w:w="2536" w:type="dxa"/>
            <w:gridSpan w:val="2"/>
            <w:vMerge w:val="restart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Фамилия, инициалы</w:t>
            </w:r>
          </w:p>
        </w:tc>
        <w:tc>
          <w:tcPr>
            <w:tcW w:w="2323" w:type="dxa"/>
            <w:vMerge w:val="restart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Должность</w:t>
            </w:r>
          </w:p>
        </w:tc>
        <w:tc>
          <w:tcPr>
            <w:tcW w:w="2160" w:type="dxa"/>
            <w:vMerge w:val="restart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Общая сумма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декларирован-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ного годового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 xml:space="preserve">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6D3836">
                <w:rPr>
                  <w:rFonts w:ascii="Times New Roman" w:hAnsi="Times New Roman" w:cs="Times New Roman"/>
                  <w:sz w:val="24"/>
                </w:rPr>
                <w:t>2012 г</w:t>
              </w:r>
            </w:smartTag>
            <w:r w:rsidRPr="006D3836">
              <w:rPr>
                <w:rFonts w:ascii="Times New Roman" w:hAnsi="Times New Roman" w:cs="Times New Roman"/>
                <w:sz w:val="24"/>
              </w:rPr>
              <w:t>.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(руб.)</w:t>
            </w:r>
          </w:p>
        </w:tc>
        <w:tc>
          <w:tcPr>
            <w:tcW w:w="5941" w:type="dxa"/>
            <w:gridSpan w:val="3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Перечень объектов недвижимого имущества,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принадлежащих на праве собственности или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 xml:space="preserve">находящихся в пользовании  </w:t>
            </w:r>
          </w:p>
        </w:tc>
        <w:tc>
          <w:tcPr>
            <w:tcW w:w="2340" w:type="dxa"/>
            <w:vMerge w:val="restart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Перечень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транспортных средств,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принадлежащих на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праве собственности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4"/>
              </w:rPr>
              <w:t>(вид, марка)</w:t>
            </w:r>
          </w:p>
        </w:tc>
      </w:tr>
      <w:tr w:rsidR="005B16FC" w:rsidTr="006D3836">
        <w:trPr>
          <w:trHeight w:val="900"/>
        </w:trPr>
        <w:tc>
          <w:tcPr>
            <w:tcW w:w="2536" w:type="dxa"/>
            <w:gridSpan w:val="2"/>
            <w:vMerge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323" w:type="dxa"/>
            <w:vMerge/>
          </w:tcPr>
          <w:p w:rsidR="005B16FC" w:rsidRDefault="005B16FC" w:rsidP="006D3836">
            <w:pPr>
              <w:pStyle w:val="normal0"/>
              <w:widowControl w:val="0"/>
            </w:pPr>
          </w:p>
        </w:tc>
        <w:tc>
          <w:tcPr>
            <w:tcW w:w="2160" w:type="dxa"/>
            <w:vMerge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Вид объектов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недвижимости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Площадь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(кв.м.)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Страна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расположения</w:t>
            </w:r>
          </w:p>
        </w:tc>
        <w:tc>
          <w:tcPr>
            <w:tcW w:w="2340" w:type="dxa"/>
            <w:vMerge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Абдул-Кадыров Ш.М.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республики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1587226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(собственность, 1/2)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земельный участок (собственность)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(служебная)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99,4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600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63,9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19442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(служебная) (пользование, член семьи нанимателя)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63,9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(служебная) (пользование, член семьи нанимателя)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63,9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(служебная) (пользование, член семьи нанимателя)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63,9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Хабаров Н.А.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первый заместитель прокурора республики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1476332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(пользование, член семьи собственника)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62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148,8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Хонда CR-V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318621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(собственность, индивидуальная)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(собственность, </w:t>
            </w:r>
            <w:r w:rsidRPr="006D3836">
              <w:rPr>
                <w:rFonts w:ascii="Times New Roman" w:hAnsi="Times New Roman" w:cs="Times New Roman"/>
                <w:sz w:val="20"/>
                <w:vertAlign w:val="subscript"/>
              </w:rPr>
              <w:t>1/4</w:t>
            </w:r>
            <w:r w:rsidRPr="006D3836">
              <w:rPr>
                <w:rFonts w:ascii="Times New Roman" w:hAnsi="Times New Roman" w:cs="Times New Roman"/>
                <w:sz w:val="20"/>
              </w:rPr>
              <w:t xml:space="preserve"> доли)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62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148,8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Рено Клио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земельный участок (собственность, ½ доли)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(собственность, ½ доли 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3000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115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(собственность, </w:t>
            </w:r>
            <w:r w:rsidRPr="006D3836">
              <w:rPr>
                <w:rFonts w:ascii="Times New Roman" w:hAnsi="Times New Roman" w:cs="Times New Roman"/>
                <w:sz w:val="20"/>
                <w:vertAlign w:val="subscript"/>
              </w:rPr>
              <w:t>1/4</w:t>
            </w:r>
            <w:r w:rsidRPr="006D3836">
              <w:rPr>
                <w:rFonts w:ascii="Times New Roman" w:hAnsi="Times New Roman" w:cs="Times New Roman"/>
                <w:sz w:val="20"/>
              </w:rPr>
              <w:t xml:space="preserve"> доли)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148,8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(собственность, </w:t>
            </w:r>
            <w:r w:rsidRPr="006D3836">
              <w:rPr>
                <w:rFonts w:ascii="Times New Roman" w:hAnsi="Times New Roman" w:cs="Times New Roman"/>
                <w:sz w:val="20"/>
                <w:vertAlign w:val="subscript"/>
              </w:rPr>
              <w:t>1/4</w:t>
            </w:r>
            <w:r w:rsidRPr="006D3836">
              <w:rPr>
                <w:rFonts w:ascii="Times New Roman" w:hAnsi="Times New Roman" w:cs="Times New Roman"/>
                <w:sz w:val="20"/>
              </w:rPr>
              <w:t xml:space="preserve"> доли)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148,8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Джанхотов З.М.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заместитель прокурора республики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712150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19300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Мельник П.П.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заместитель прокурора республики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959343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(аренда)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1640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1400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94,4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Тайота Камри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Пежо - 308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(аренда)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(собственность, </w:t>
            </w:r>
            <w:r w:rsidRPr="006D3836">
              <w:rPr>
                <w:rFonts w:ascii="Times New Roman" w:hAnsi="Times New Roman" w:cs="Times New Roman"/>
                <w:sz w:val="20"/>
                <w:vertAlign w:val="subscript"/>
              </w:rPr>
              <w:t>1/4</w:t>
            </w:r>
            <w:r w:rsidRPr="006D3836">
              <w:rPr>
                <w:rFonts w:ascii="Times New Roman" w:hAnsi="Times New Roman" w:cs="Times New Roman"/>
                <w:sz w:val="20"/>
              </w:rPr>
              <w:t xml:space="preserve"> доли)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1738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94,4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Бураменский А.Н.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Ленинского района г. Грозного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1288324,69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(собственность,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индивидуальная)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(собственность,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индивидуальная)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гараж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(собственность, индивидуальная)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44,3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89,9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80,3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17,2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10000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доля от сельскохозяйственного  производства (долевая)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(собственность, индивидуальная)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автостоянка (собственность,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индивидуальная)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smartTag w:uri="urn:schemas-microsoft-com:office:smarttags" w:element="metricconverter">
              <w:smartTagPr>
                <w:attr w:name="ProductID" w:val="17,5 га"/>
              </w:smartTagPr>
              <w:r w:rsidRPr="006D3836">
                <w:rPr>
                  <w:rFonts w:ascii="Times New Roman" w:hAnsi="Times New Roman" w:cs="Times New Roman"/>
                  <w:sz w:val="20"/>
                </w:rPr>
                <w:t>17,5 га</w:t>
              </w:r>
            </w:smartTag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80,3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Мерседес-Е 230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22238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(пользование, член семьи собственника)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80,3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(пользование, член семьи собственника) 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80,3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Мажидов А.Н.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исполняющий обязанности прокурора Шалинского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1343208,88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Масленников А.П.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Октябрьского района г. Грозного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1162260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(индивидуальная собственность) 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65,8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411035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65,8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Фольцваген-Пассат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65,8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Асабаев И.Ш.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Старопромысловского района г. Грозного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1352605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жилой дом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(служебное пользование) 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123,8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rPr>
          <w:trHeight w:val="240"/>
        </w:trPr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382035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жилой дом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(служебное 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123,8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жилой дом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(служебное пользование) 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123,8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жилой дом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(служебное 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123,8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Мовлаев Р.Н.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г. Аргуна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1015871,29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268176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</w:pPr>
            <w:r w:rsidRPr="006D3836">
              <w:rPr>
                <w:rFonts w:ascii="Times New Roman" w:hAnsi="Times New Roman" w:cs="Times New Roman"/>
                <w:sz w:val="20"/>
              </w:rPr>
              <w:tab/>
              <w:t>Адаев А.А.</w:t>
            </w:r>
            <w:r w:rsidRPr="006D3836"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Гудермесского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1010278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ВАЗ-217030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716520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Тойота-королла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Баханоев А.Г.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Урус-Мартановского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1281074,87</w:t>
            </w:r>
          </w:p>
        </w:tc>
        <w:tc>
          <w:tcPr>
            <w:tcW w:w="1996" w:type="dxa"/>
          </w:tcPr>
          <w:p w:rsidR="005B16FC" w:rsidRDefault="005B16FC" w:rsidP="000562F7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0562F7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96</w:t>
            </w:r>
          </w:p>
        </w:tc>
        <w:tc>
          <w:tcPr>
            <w:tcW w:w="2520" w:type="dxa"/>
          </w:tcPr>
          <w:p w:rsidR="005B16FC" w:rsidRDefault="005B16FC" w:rsidP="000562F7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Басханов М.Б.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Ножай-Юртовского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958290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(собственность, индивидуальная)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43,7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Хундай-Соната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частный дом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(собственность, индивидуальная)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198,8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частный дом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(собственность, индивидуальная)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198,8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частный дом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(собственность, индивидуальная)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198,8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Кулинич И.Б.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Заводского района г. Грозного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1183716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 (долевая ¼)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81,4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53,3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Тойота - Авенсис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115300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 (долевая ¼)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81,4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53,3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(собственность, индивидуальная)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(долевая ¼)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53,3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81,4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(долевая ¼)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 квартира (пользование, член семьи собственника)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81,4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53,3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Асабаев М.М.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Надтеречного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971262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(фактическое предоставление)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(фактическое предоставление)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Степанов А.В.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Веденского 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1011811,13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(собственность, индивидуальная)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69,7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0562F7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0562F7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Хундай-Са</w:t>
            </w:r>
            <w:r>
              <w:rPr>
                <w:rFonts w:ascii="Times New Roman" w:hAnsi="Times New Roman" w:cs="Times New Roman"/>
                <w:sz w:val="20"/>
              </w:rPr>
              <w:t>ларис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14028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(собственность, индивидуальная)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177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69,7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69,7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69,7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69,7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Розетов В.С.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Ачхой-Мартановский межрайонный прокурор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1313743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 индивидуальная)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38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44,8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Мерсадес-Бенц 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Величко М.Н.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Шатойский межрайонный прокурор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837591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ТОЙОТА-КАМРИ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27917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Тагаев А.У.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Грозненского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1376999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(собственность, индивидуальная)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(служебная) 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100 % разруш.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41,5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ТОЙОТА КОРОЛЛА</w:t>
            </w:r>
            <w:r w:rsidRPr="006D383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2400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(пользование, член семьи нанимателя)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земельный участок (аренда)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41,5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(пользование, член семьи нанимателя)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41,5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 (пользование, член семьи нанимателя)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41,5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rPr>
          <w:trHeight w:val="180"/>
        </w:trPr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Эльмурзаев А.М.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Шелковского 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936853,66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земельный участок (собственность индивидуальная)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1000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автомобиль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Хундай-Санта </w:t>
            </w: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1440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31,4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rPr>
          <w:trHeight w:val="240"/>
        </w:trPr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сын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дочь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жилой дом 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Пихуля Д.А.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прокурор Наурского района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3687910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(собственность индивидуальная)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91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5B16FC" w:rsidRDefault="005B16FC" w:rsidP="006D3836">
            <w:pPr>
              <w:pStyle w:val="normal0"/>
              <w:spacing w:after="200"/>
              <w:jc w:val="center"/>
            </w:pPr>
          </w:p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rPr>
          <w:trHeight w:val="600"/>
        </w:trPr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Махмадов Муса Хасанович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прокурор Курчалоевского района </w:t>
            </w: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1150826,63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супруга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121164</w:t>
            </w: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  <w:tr w:rsidR="005B16FC" w:rsidTr="006D3836">
        <w:tc>
          <w:tcPr>
            <w:tcW w:w="2519" w:type="dxa"/>
          </w:tcPr>
          <w:p w:rsidR="005B16FC" w:rsidRDefault="005B16FC" w:rsidP="006D3836">
            <w:pPr>
              <w:pStyle w:val="normal0"/>
              <w:tabs>
                <w:tab w:val="center" w:pos="1151"/>
                <w:tab w:val="right" w:pos="2303"/>
              </w:tabs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сын </w:t>
            </w:r>
          </w:p>
        </w:tc>
        <w:tc>
          <w:tcPr>
            <w:tcW w:w="2340" w:type="dxa"/>
            <w:gridSpan w:val="2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216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</w:p>
        </w:tc>
        <w:tc>
          <w:tcPr>
            <w:tcW w:w="1996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 xml:space="preserve">квартира </w:t>
            </w:r>
          </w:p>
          <w:p w:rsidR="005B16FC" w:rsidRDefault="005B16FC" w:rsidP="006D3836">
            <w:pPr>
              <w:pStyle w:val="normal0"/>
              <w:spacing w:line="240" w:lineRule="auto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(пользование)</w:t>
            </w:r>
          </w:p>
        </w:tc>
        <w:tc>
          <w:tcPr>
            <w:tcW w:w="1425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2520" w:type="dxa"/>
          </w:tcPr>
          <w:p w:rsidR="005B16FC" w:rsidRDefault="005B16FC" w:rsidP="006D3836">
            <w:pPr>
              <w:pStyle w:val="normal0"/>
              <w:spacing w:after="200"/>
              <w:jc w:val="center"/>
            </w:pPr>
            <w:r w:rsidRPr="006D3836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2340" w:type="dxa"/>
          </w:tcPr>
          <w:p w:rsidR="005B16FC" w:rsidRDefault="005B16FC" w:rsidP="006D3836">
            <w:pPr>
              <w:pStyle w:val="normal0"/>
              <w:spacing w:line="240" w:lineRule="auto"/>
              <w:jc w:val="center"/>
            </w:pPr>
          </w:p>
        </w:tc>
      </w:tr>
    </w:tbl>
    <w:p w:rsidR="005B16FC" w:rsidRDefault="005B16FC">
      <w:pPr>
        <w:pStyle w:val="normal0"/>
        <w:spacing w:line="240" w:lineRule="auto"/>
        <w:jc w:val="center"/>
      </w:pPr>
    </w:p>
    <w:p w:rsidR="005B16FC" w:rsidRDefault="005B16FC">
      <w:pPr>
        <w:pStyle w:val="normal0"/>
        <w:spacing w:line="240" w:lineRule="auto"/>
        <w:jc w:val="center"/>
      </w:pPr>
    </w:p>
    <w:sectPr w:rsidR="005B16FC" w:rsidSect="009D3775">
      <w:headerReference w:type="default" r:id="rId6"/>
      <w:pgSz w:w="16838" w:h="11906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6FC" w:rsidRDefault="005B16FC" w:rsidP="009D3775">
      <w:pPr>
        <w:spacing w:line="240" w:lineRule="auto"/>
      </w:pPr>
      <w:r>
        <w:separator/>
      </w:r>
    </w:p>
  </w:endnote>
  <w:endnote w:type="continuationSeparator" w:id="0">
    <w:p w:rsidR="005B16FC" w:rsidRDefault="005B16FC" w:rsidP="009D377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6FC" w:rsidRDefault="005B16FC" w:rsidP="009D3775">
      <w:pPr>
        <w:spacing w:line="240" w:lineRule="auto"/>
      </w:pPr>
      <w:r>
        <w:separator/>
      </w:r>
    </w:p>
  </w:footnote>
  <w:footnote w:type="continuationSeparator" w:id="0">
    <w:p w:rsidR="005B16FC" w:rsidRDefault="005B16FC" w:rsidP="009D377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6FC" w:rsidRDefault="005B16FC">
    <w:pPr>
      <w:pStyle w:val="normal0"/>
      <w:tabs>
        <w:tab w:val="center" w:pos="4677"/>
        <w:tab w:val="right" w:pos="9355"/>
      </w:tabs>
      <w:spacing w:before="709" w:after="200"/>
      <w:jc w:val="center"/>
    </w:pPr>
    <w:fldSimple w:instr="PAGE">
      <w:r>
        <w:rPr>
          <w:noProof/>
        </w:rPr>
        <w:t>7</w:t>
      </w:r>
    </w:fldSimple>
  </w:p>
  <w:p w:rsidR="005B16FC" w:rsidRDefault="005B16FC">
    <w:pPr>
      <w:pStyle w:val="normal0"/>
      <w:tabs>
        <w:tab w:val="center" w:pos="4677"/>
        <w:tab w:val="right" w:pos="9355"/>
      </w:tabs>
      <w:spacing w:after="20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775"/>
    <w:rsid w:val="000562F7"/>
    <w:rsid w:val="005B16FC"/>
    <w:rsid w:val="006D3836"/>
    <w:rsid w:val="008659A1"/>
    <w:rsid w:val="009D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  <w:rPr>
      <w:color w:val="000000"/>
      <w:szCs w:val="2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9D3775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9D3775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9D3775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9D3775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9D3775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9D3775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7A0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7A0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7A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7A0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7A0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7A0"/>
    <w:rPr>
      <w:rFonts w:asciiTheme="minorHAnsi" w:eastAsiaTheme="minorEastAsia" w:hAnsiTheme="minorHAnsi" w:cstheme="minorBidi"/>
      <w:b/>
      <w:bCs/>
      <w:color w:val="000000"/>
    </w:rPr>
  </w:style>
  <w:style w:type="paragraph" w:customStyle="1" w:styleId="normal0">
    <w:name w:val="normal"/>
    <w:uiPriority w:val="99"/>
    <w:rsid w:val="009D3775"/>
    <w:pPr>
      <w:spacing w:line="276" w:lineRule="auto"/>
    </w:pPr>
    <w:rPr>
      <w:color w:val="000000"/>
      <w:szCs w:val="20"/>
    </w:rPr>
  </w:style>
  <w:style w:type="paragraph" w:styleId="Title">
    <w:name w:val="Title"/>
    <w:basedOn w:val="normal0"/>
    <w:next w:val="normal0"/>
    <w:link w:val="TitleChar"/>
    <w:uiPriority w:val="99"/>
    <w:qFormat/>
    <w:rsid w:val="009D3775"/>
    <w:pPr>
      <w:keepNext/>
      <w:keepLines/>
      <w:spacing w:before="480" w:after="120"/>
      <w:contextualSpacing/>
    </w:pPr>
    <w:rPr>
      <w:b/>
      <w:sz w:val="72"/>
    </w:rPr>
  </w:style>
  <w:style w:type="character" w:customStyle="1" w:styleId="TitleChar">
    <w:name w:val="Title Char"/>
    <w:basedOn w:val="DefaultParagraphFont"/>
    <w:link w:val="Title"/>
    <w:uiPriority w:val="10"/>
    <w:rsid w:val="000D37A0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9D3775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0D37A0"/>
    <w:rPr>
      <w:rFonts w:asciiTheme="majorHAnsi" w:eastAsiaTheme="majorEastAsia" w:hAnsiTheme="majorHAnsi" w:cstheme="majorBidi"/>
      <w:color w:val="000000"/>
      <w:sz w:val="24"/>
      <w:szCs w:val="24"/>
    </w:rPr>
  </w:style>
  <w:style w:type="table" w:customStyle="1" w:styleId="a">
    <w:name w:val="Стиль"/>
    <w:uiPriority w:val="99"/>
    <w:rsid w:val="009D377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9</Pages>
  <Words>1065</Words>
  <Characters>6077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User</cp:lastModifiedBy>
  <cp:revision>2</cp:revision>
  <dcterms:created xsi:type="dcterms:W3CDTF">2015-02-27T09:46:00Z</dcterms:created>
  <dcterms:modified xsi:type="dcterms:W3CDTF">2015-02-27T09:48:00Z</dcterms:modified>
</cp:coreProperties>
</file>